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719" w:rsidRDefault="00953719" w:rsidP="00953719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5FBE1474" wp14:editId="1A239D47">
            <wp:extent cx="495300" cy="628650"/>
            <wp:effectExtent l="19050" t="0" r="0" b="0"/>
            <wp:docPr id="2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3719" w:rsidRDefault="00953719" w:rsidP="00953719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1038BD" w:rsidRDefault="00953719" w:rsidP="00953719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</w:p>
    <w:p w:rsidR="001038BD" w:rsidRDefault="00953719" w:rsidP="001038BD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</w:t>
      </w:r>
      <w:r w:rsidR="001038BD">
        <w:rPr>
          <w:b/>
          <w:sz w:val="30"/>
        </w:rPr>
        <w:t xml:space="preserve"> Ненецкого автономного округа»</w:t>
      </w:r>
    </w:p>
    <w:p w:rsidR="00953719" w:rsidRDefault="00953719" w:rsidP="00B63672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53719" w:rsidRDefault="00953719" w:rsidP="00953719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6A427B">
        <w:rPr>
          <w:b/>
          <w:sz w:val="28"/>
          <w:szCs w:val="28"/>
          <w:u w:val="single"/>
        </w:rPr>
        <w:t>_</w:t>
      </w:r>
      <w:bookmarkStart w:id="0" w:name="_GoBack"/>
      <w:bookmarkEnd w:id="0"/>
      <w:r w:rsidR="000C7BB8">
        <w:rPr>
          <w:b/>
          <w:sz w:val="28"/>
          <w:szCs w:val="28"/>
          <w:u w:val="single"/>
        </w:rPr>
        <w:t>04</w:t>
      </w:r>
      <w:r w:rsidR="001038BD">
        <w:rPr>
          <w:b/>
          <w:sz w:val="28"/>
          <w:szCs w:val="28"/>
          <w:u w:val="single"/>
        </w:rPr>
        <w:t>.05.2023</w:t>
      </w:r>
      <w:r w:rsidR="006A427B">
        <w:rPr>
          <w:b/>
          <w:sz w:val="28"/>
          <w:szCs w:val="28"/>
          <w:u w:val="single"/>
        </w:rPr>
        <w:t>_</w:t>
      </w:r>
      <w:r>
        <w:rPr>
          <w:b/>
          <w:sz w:val="28"/>
          <w:szCs w:val="28"/>
          <w:u w:val="single"/>
        </w:rPr>
        <w:t xml:space="preserve">№ </w:t>
      </w:r>
      <w:r w:rsidR="000C7BB8">
        <w:rPr>
          <w:b/>
          <w:sz w:val="28"/>
          <w:szCs w:val="28"/>
          <w:u w:val="single"/>
        </w:rPr>
        <w:t>141</w:t>
      </w:r>
      <w:r>
        <w:rPr>
          <w:b/>
          <w:sz w:val="28"/>
          <w:szCs w:val="28"/>
          <w:u w:val="single"/>
        </w:rPr>
        <w:t>п</w:t>
      </w:r>
    </w:p>
    <w:p w:rsidR="00953719" w:rsidRDefault="00953719" w:rsidP="008027F6">
      <w:pPr>
        <w:spacing w:after="360"/>
        <w:ind w:left="567"/>
        <w:rPr>
          <w:sz w:val="20"/>
        </w:rPr>
      </w:pPr>
      <w:r>
        <w:rPr>
          <w:sz w:val="20"/>
        </w:rPr>
        <w:t xml:space="preserve">     п.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82"/>
      </w:tblGrid>
      <w:tr w:rsidR="00953719" w:rsidRPr="00E00303" w:rsidTr="00101343">
        <w:trPr>
          <w:trHeight w:val="882"/>
        </w:trPr>
        <w:tc>
          <w:tcPr>
            <w:tcW w:w="4282" w:type="dxa"/>
          </w:tcPr>
          <w:p w:rsidR="00953719" w:rsidRPr="00650628" w:rsidRDefault="0018167C" w:rsidP="00101343">
            <w:pPr>
              <w:jc w:val="both"/>
            </w:pPr>
            <w:r>
              <w:t>Об утверждении тарифа</w:t>
            </w:r>
            <w:r w:rsidR="007408B4" w:rsidRPr="00650628">
              <w:t xml:space="preserve"> на </w:t>
            </w:r>
            <w:r w:rsidR="00101343">
              <w:t xml:space="preserve">перевозку груза </w:t>
            </w:r>
            <w:r w:rsidR="00101343" w:rsidRPr="00101343">
              <w:t>при осуществлении перевозок пассажиров и багажа речным транспортом МП ЗР «Северная транспортная компания»</w:t>
            </w:r>
            <w:r w:rsidR="007408B4" w:rsidRPr="00650628">
              <w:t xml:space="preserve"> </w:t>
            </w:r>
          </w:p>
        </w:tc>
      </w:tr>
    </w:tbl>
    <w:p w:rsidR="00E00303" w:rsidRDefault="00E00303" w:rsidP="00DF3191">
      <w:pPr>
        <w:ind w:firstLine="709"/>
        <w:rPr>
          <w:sz w:val="28"/>
          <w:szCs w:val="28"/>
        </w:rPr>
      </w:pPr>
    </w:p>
    <w:p w:rsidR="005F0008" w:rsidRPr="00E00303" w:rsidRDefault="005F0008" w:rsidP="001038BD">
      <w:pPr>
        <w:rPr>
          <w:sz w:val="28"/>
          <w:szCs w:val="28"/>
        </w:rPr>
      </w:pPr>
    </w:p>
    <w:p w:rsidR="00953719" w:rsidRPr="003F1F0A" w:rsidRDefault="00953719" w:rsidP="00934A14">
      <w:pPr>
        <w:ind w:firstLine="709"/>
        <w:jc w:val="both"/>
        <w:rPr>
          <w:sz w:val="26"/>
          <w:szCs w:val="26"/>
        </w:rPr>
      </w:pPr>
      <w:r w:rsidRPr="003F1F0A">
        <w:rPr>
          <w:sz w:val="26"/>
          <w:szCs w:val="26"/>
        </w:rPr>
        <w:t>В соответствии с Уставом муниципального образования «Муниципальный район «Заполярный район»</w:t>
      </w:r>
      <w:r w:rsidR="00FD7D47">
        <w:rPr>
          <w:sz w:val="26"/>
          <w:szCs w:val="26"/>
        </w:rPr>
        <w:t xml:space="preserve"> Ненецкого автономного округа</w:t>
      </w:r>
      <w:r w:rsidRPr="003F1F0A">
        <w:rPr>
          <w:sz w:val="26"/>
          <w:szCs w:val="26"/>
        </w:rPr>
        <w:t>, Федеральным законом от 06.10.2003 № 131-ФЗ «Об общих принципах организации местного самоуправления в Российской Федерации»</w:t>
      </w:r>
      <w:r w:rsidR="007B7129" w:rsidRPr="003F1F0A">
        <w:rPr>
          <w:sz w:val="26"/>
          <w:szCs w:val="26"/>
        </w:rPr>
        <w:t xml:space="preserve">, </w:t>
      </w:r>
      <w:r w:rsidR="00344156" w:rsidRPr="003F1F0A">
        <w:rPr>
          <w:sz w:val="26"/>
          <w:szCs w:val="26"/>
        </w:rPr>
        <w:t xml:space="preserve">Порядком </w:t>
      </w:r>
      <w:r w:rsidR="00934A14" w:rsidRPr="003F1F0A">
        <w:rPr>
          <w:sz w:val="26"/>
          <w:szCs w:val="26"/>
        </w:rPr>
        <w:t xml:space="preserve">установления тарифов на услуги (работы) муниципальных </w:t>
      </w:r>
      <w:r w:rsidR="0074347D" w:rsidRPr="003F1F0A">
        <w:rPr>
          <w:sz w:val="26"/>
          <w:szCs w:val="26"/>
        </w:rPr>
        <w:t>предприятий и учреждений З</w:t>
      </w:r>
      <w:r w:rsidR="00934A14" w:rsidRPr="003F1F0A">
        <w:rPr>
          <w:sz w:val="26"/>
          <w:szCs w:val="26"/>
        </w:rPr>
        <w:t xml:space="preserve">аполярного района </w:t>
      </w:r>
      <w:r w:rsidR="00344156" w:rsidRPr="003F1F0A">
        <w:rPr>
          <w:sz w:val="26"/>
          <w:szCs w:val="26"/>
        </w:rPr>
        <w:t>принятия решений об установлении тарифов на услуги муниципальных предприятий и учреждений Заполярного района выполнение работ, утвержденным</w:t>
      </w:r>
      <w:r w:rsidR="00934A14" w:rsidRPr="003F1F0A">
        <w:rPr>
          <w:sz w:val="26"/>
          <w:szCs w:val="26"/>
        </w:rPr>
        <w:t xml:space="preserve"> постановлением Администрации Заполярного района от 01.02.2018 № 22п</w:t>
      </w:r>
      <w:r w:rsidR="00C34EB0" w:rsidRPr="003F1F0A">
        <w:rPr>
          <w:sz w:val="26"/>
          <w:szCs w:val="26"/>
        </w:rPr>
        <w:t>,</w:t>
      </w:r>
      <w:r w:rsidRPr="003F1F0A">
        <w:rPr>
          <w:sz w:val="26"/>
          <w:szCs w:val="26"/>
        </w:rPr>
        <w:t xml:space="preserve"> Администрация </w:t>
      </w:r>
      <w:r w:rsidR="0040111F">
        <w:rPr>
          <w:sz w:val="26"/>
          <w:szCs w:val="26"/>
        </w:rPr>
        <w:t>муниципального</w:t>
      </w:r>
      <w:r w:rsidR="0040111F" w:rsidRPr="0040111F">
        <w:rPr>
          <w:sz w:val="26"/>
          <w:szCs w:val="26"/>
        </w:rPr>
        <w:t xml:space="preserve"> район</w:t>
      </w:r>
      <w:r w:rsidR="0040111F">
        <w:rPr>
          <w:sz w:val="26"/>
          <w:szCs w:val="26"/>
        </w:rPr>
        <w:t>а</w:t>
      </w:r>
      <w:r w:rsidR="0040111F" w:rsidRPr="0040111F">
        <w:rPr>
          <w:sz w:val="26"/>
          <w:szCs w:val="26"/>
        </w:rPr>
        <w:t xml:space="preserve"> «Заполярный район» Ненецкого автономного округа </w:t>
      </w:r>
      <w:r w:rsidRPr="003F1F0A">
        <w:rPr>
          <w:sz w:val="26"/>
          <w:szCs w:val="26"/>
        </w:rPr>
        <w:t>ПОСТАНОВЛЯЕТ:</w:t>
      </w:r>
    </w:p>
    <w:p w:rsidR="00953719" w:rsidRPr="003F1F0A" w:rsidRDefault="00953719" w:rsidP="00953719">
      <w:pPr>
        <w:jc w:val="both"/>
        <w:rPr>
          <w:sz w:val="26"/>
          <w:szCs w:val="26"/>
        </w:rPr>
      </w:pPr>
    </w:p>
    <w:p w:rsidR="00D02CF0" w:rsidRPr="003F1F0A" w:rsidRDefault="00AF0EDE" w:rsidP="003F1F0A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3F1F0A">
        <w:rPr>
          <w:sz w:val="26"/>
          <w:szCs w:val="26"/>
        </w:rPr>
        <w:t xml:space="preserve">Установить </w:t>
      </w:r>
      <w:r w:rsidR="00E6186D" w:rsidRPr="003F1F0A">
        <w:rPr>
          <w:sz w:val="26"/>
          <w:szCs w:val="26"/>
        </w:rPr>
        <w:t>тариф</w:t>
      </w:r>
      <w:r w:rsidR="00186B32" w:rsidRPr="003F1F0A">
        <w:rPr>
          <w:sz w:val="26"/>
          <w:szCs w:val="26"/>
        </w:rPr>
        <w:t xml:space="preserve"> на перевозку </w:t>
      </w:r>
      <w:r w:rsidR="00A02440" w:rsidRPr="003F1F0A">
        <w:rPr>
          <w:sz w:val="26"/>
          <w:szCs w:val="26"/>
        </w:rPr>
        <w:t xml:space="preserve">1 кг </w:t>
      </w:r>
      <w:r w:rsidR="00186B32" w:rsidRPr="003F1F0A">
        <w:rPr>
          <w:sz w:val="26"/>
          <w:szCs w:val="26"/>
        </w:rPr>
        <w:t xml:space="preserve">груза </w:t>
      </w:r>
      <w:r w:rsidRPr="003F1F0A">
        <w:rPr>
          <w:sz w:val="26"/>
          <w:szCs w:val="26"/>
        </w:rPr>
        <w:t>при осуществлении перевозок пассажиров и багажа речным транспортом МП ЗР «Северная транспортная компания» в межмуниципальном сообщении в рамках сформированного по согласованию с уполномоченным органом государственной власти расписания</w:t>
      </w:r>
      <w:r w:rsidR="00D02CF0" w:rsidRPr="003F1F0A">
        <w:rPr>
          <w:sz w:val="26"/>
          <w:szCs w:val="26"/>
        </w:rPr>
        <w:t>:</w:t>
      </w:r>
    </w:p>
    <w:p w:rsidR="00AF0EDE" w:rsidRPr="003F1F0A" w:rsidRDefault="00D02CF0" w:rsidP="003F1F0A">
      <w:pPr>
        <w:ind w:firstLine="709"/>
        <w:jc w:val="both"/>
        <w:rPr>
          <w:sz w:val="26"/>
          <w:szCs w:val="26"/>
        </w:rPr>
      </w:pPr>
      <w:r w:rsidRPr="003F1F0A">
        <w:rPr>
          <w:sz w:val="26"/>
          <w:szCs w:val="26"/>
        </w:rPr>
        <w:t>-</w:t>
      </w:r>
      <w:r w:rsidR="00AF0EDE" w:rsidRPr="003F1F0A">
        <w:rPr>
          <w:sz w:val="26"/>
          <w:szCs w:val="26"/>
        </w:rPr>
        <w:t xml:space="preserve"> </w:t>
      </w:r>
      <w:r w:rsidR="00A02440" w:rsidRPr="003F1F0A">
        <w:rPr>
          <w:sz w:val="26"/>
          <w:szCs w:val="26"/>
        </w:rPr>
        <w:t xml:space="preserve">в размере </w:t>
      </w:r>
      <w:r w:rsidR="00D5638E" w:rsidRPr="003F1F0A">
        <w:rPr>
          <w:sz w:val="26"/>
          <w:szCs w:val="26"/>
        </w:rPr>
        <w:t>10</w:t>
      </w:r>
      <w:r w:rsidR="00E6186D" w:rsidRPr="003F1F0A">
        <w:rPr>
          <w:sz w:val="26"/>
          <w:szCs w:val="26"/>
        </w:rPr>
        <w:t xml:space="preserve"> </w:t>
      </w:r>
      <w:r w:rsidR="00A02440" w:rsidRPr="003F1F0A">
        <w:rPr>
          <w:sz w:val="26"/>
          <w:szCs w:val="26"/>
        </w:rPr>
        <w:t>% от тарифа на пассажирские перевозки по соответствующему маршруту</w:t>
      </w:r>
      <w:r w:rsidR="00E06D9B">
        <w:rPr>
          <w:sz w:val="26"/>
          <w:szCs w:val="26"/>
        </w:rPr>
        <w:t>, без учета</w:t>
      </w:r>
      <w:r w:rsidR="00E06D9B" w:rsidRPr="00E06D9B">
        <w:t xml:space="preserve"> </w:t>
      </w:r>
      <w:r w:rsidR="00E06D9B" w:rsidRPr="00E06D9B">
        <w:rPr>
          <w:sz w:val="26"/>
          <w:szCs w:val="26"/>
        </w:rPr>
        <w:t>погрузочно-разгрузочных работ перевозчиком</w:t>
      </w:r>
      <w:r w:rsidRPr="003F1F0A">
        <w:rPr>
          <w:sz w:val="26"/>
          <w:szCs w:val="26"/>
        </w:rPr>
        <w:t>;</w:t>
      </w:r>
    </w:p>
    <w:p w:rsidR="00D02CF0" w:rsidRPr="003F1F0A" w:rsidRDefault="00D02CF0" w:rsidP="003F1F0A">
      <w:pPr>
        <w:ind w:firstLine="709"/>
        <w:jc w:val="both"/>
        <w:rPr>
          <w:sz w:val="26"/>
          <w:szCs w:val="26"/>
        </w:rPr>
      </w:pPr>
      <w:r w:rsidRPr="003F1F0A">
        <w:rPr>
          <w:sz w:val="26"/>
          <w:szCs w:val="26"/>
        </w:rPr>
        <w:t xml:space="preserve">- в размере 20 % от тарифа на пассажирские перевозки по соответствующему маршруту, с учетом погрузочно-разгрузочных </w:t>
      </w:r>
      <w:r w:rsidR="003F1F0A" w:rsidRPr="003F1F0A">
        <w:rPr>
          <w:sz w:val="26"/>
          <w:szCs w:val="26"/>
        </w:rPr>
        <w:t>работ перевозчиком</w:t>
      </w:r>
      <w:r w:rsidRPr="003F1F0A">
        <w:rPr>
          <w:sz w:val="26"/>
          <w:szCs w:val="26"/>
        </w:rPr>
        <w:t>.</w:t>
      </w:r>
    </w:p>
    <w:p w:rsidR="00E6186D" w:rsidRPr="003F1F0A" w:rsidRDefault="00E6186D" w:rsidP="003F1F0A">
      <w:pPr>
        <w:ind w:firstLine="709"/>
        <w:jc w:val="both"/>
        <w:rPr>
          <w:sz w:val="26"/>
          <w:szCs w:val="26"/>
        </w:rPr>
      </w:pPr>
      <w:r w:rsidRPr="003F1F0A">
        <w:rPr>
          <w:sz w:val="26"/>
          <w:szCs w:val="26"/>
        </w:rPr>
        <w:t>Тариф устанавливается в полных рублях, при этом суммы менее 50 копеек отбрасываются, а 50 копеек и более округляются до полного рубля.</w:t>
      </w:r>
    </w:p>
    <w:p w:rsidR="003F1F0A" w:rsidRPr="003F1F0A" w:rsidRDefault="003F1F0A" w:rsidP="003F1F0A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3F1F0A">
        <w:rPr>
          <w:sz w:val="26"/>
          <w:szCs w:val="26"/>
        </w:rPr>
        <w:t>Признать постановление Администрации Заполярного района от 26.03.2021 № 71п утратившим силу.</w:t>
      </w:r>
    </w:p>
    <w:p w:rsidR="00DF3191" w:rsidRPr="003F1F0A" w:rsidRDefault="00953719" w:rsidP="003F1F0A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3F1F0A">
        <w:rPr>
          <w:sz w:val="26"/>
          <w:szCs w:val="26"/>
        </w:rPr>
        <w:t xml:space="preserve">Настоящее постановление </w:t>
      </w:r>
      <w:r w:rsidR="00953678" w:rsidRPr="003F1F0A">
        <w:rPr>
          <w:sz w:val="26"/>
          <w:szCs w:val="26"/>
        </w:rPr>
        <w:t>вступает в силу со дня принятия и подлежит официальному опубликованию.</w:t>
      </w:r>
    </w:p>
    <w:p w:rsidR="00E00303" w:rsidRPr="003F1F0A" w:rsidRDefault="00E00303" w:rsidP="00F93DAF">
      <w:pPr>
        <w:jc w:val="both"/>
        <w:rPr>
          <w:sz w:val="26"/>
          <w:szCs w:val="26"/>
        </w:rPr>
      </w:pPr>
    </w:p>
    <w:p w:rsidR="00E00303" w:rsidRPr="003F1F0A" w:rsidRDefault="003F1F0A" w:rsidP="00F93DAF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60780F" w:rsidRPr="003F1F0A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60780F" w:rsidRPr="003F1F0A">
        <w:rPr>
          <w:sz w:val="26"/>
          <w:szCs w:val="26"/>
        </w:rPr>
        <w:t xml:space="preserve"> Администрации</w:t>
      </w:r>
    </w:p>
    <w:p w:rsidR="008027F6" w:rsidRPr="003F1F0A" w:rsidRDefault="0060780F" w:rsidP="00BF0E31">
      <w:pPr>
        <w:jc w:val="both"/>
        <w:rPr>
          <w:sz w:val="26"/>
          <w:szCs w:val="26"/>
        </w:rPr>
      </w:pPr>
      <w:r w:rsidRPr="003F1F0A">
        <w:rPr>
          <w:sz w:val="26"/>
          <w:szCs w:val="26"/>
        </w:rPr>
        <w:t xml:space="preserve">Заполярного района                            </w:t>
      </w:r>
      <w:r w:rsidR="00990762" w:rsidRPr="003F1F0A">
        <w:rPr>
          <w:sz w:val="26"/>
          <w:szCs w:val="26"/>
        </w:rPr>
        <w:t xml:space="preserve">   </w:t>
      </w:r>
      <w:r w:rsidRPr="003F1F0A">
        <w:rPr>
          <w:sz w:val="26"/>
          <w:szCs w:val="26"/>
        </w:rPr>
        <w:t xml:space="preserve">                               </w:t>
      </w:r>
      <w:r w:rsidR="00FB034C" w:rsidRPr="003F1F0A">
        <w:rPr>
          <w:sz w:val="26"/>
          <w:szCs w:val="26"/>
        </w:rPr>
        <w:t xml:space="preserve">  </w:t>
      </w:r>
      <w:r w:rsidRPr="003F1F0A">
        <w:rPr>
          <w:sz w:val="26"/>
          <w:szCs w:val="26"/>
        </w:rPr>
        <w:t xml:space="preserve">  </w:t>
      </w:r>
      <w:r w:rsidR="00215A00" w:rsidRPr="003F1F0A">
        <w:rPr>
          <w:sz w:val="26"/>
          <w:szCs w:val="26"/>
        </w:rPr>
        <w:t xml:space="preserve">     </w:t>
      </w:r>
      <w:r w:rsidR="003F1F0A">
        <w:rPr>
          <w:sz w:val="26"/>
          <w:szCs w:val="26"/>
        </w:rPr>
        <w:t xml:space="preserve">         </w:t>
      </w:r>
      <w:r w:rsidR="00215A00" w:rsidRPr="003F1F0A">
        <w:rPr>
          <w:sz w:val="26"/>
          <w:szCs w:val="26"/>
        </w:rPr>
        <w:t xml:space="preserve">  </w:t>
      </w:r>
      <w:r w:rsidRPr="003F1F0A">
        <w:rPr>
          <w:sz w:val="26"/>
          <w:szCs w:val="26"/>
        </w:rPr>
        <w:t xml:space="preserve"> </w:t>
      </w:r>
      <w:r w:rsidR="003F1F0A">
        <w:rPr>
          <w:sz w:val="26"/>
          <w:szCs w:val="26"/>
        </w:rPr>
        <w:t>Н.Л. Михайлова</w:t>
      </w:r>
    </w:p>
    <w:sectPr w:rsidR="008027F6" w:rsidRPr="003F1F0A" w:rsidSect="001038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709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6E4" w:rsidRDefault="00E166E4">
      <w:r>
        <w:separator/>
      </w:r>
    </w:p>
  </w:endnote>
  <w:endnote w:type="continuationSeparator" w:id="0">
    <w:p w:rsidR="00E166E4" w:rsidRDefault="00E1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6E4" w:rsidRDefault="00E166E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6E4" w:rsidRDefault="00E166E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6E4" w:rsidRDefault="00E166E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6E4" w:rsidRDefault="00E166E4">
      <w:r>
        <w:separator/>
      </w:r>
    </w:p>
  </w:footnote>
  <w:footnote w:type="continuationSeparator" w:id="0">
    <w:p w:rsidR="00E166E4" w:rsidRDefault="00E16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6E4" w:rsidRDefault="00E166E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6E4" w:rsidRDefault="00E166E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6E4" w:rsidRDefault="00E166E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87172"/>
    <w:multiLevelType w:val="hybridMultilevel"/>
    <w:tmpl w:val="12CA1D9C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3AF304B"/>
    <w:multiLevelType w:val="multilevel"/>
    <w:tmpl w:val="B57CF0E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3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4486B"/>
    <w:rsid w:val="00057AC7"/>
    <w:rsid w:val="0006747E"/>
    <w:rsid w:val="00083950"/>
    <w:rsid w:val="00084280"/>
    <w:rsid w:val="00087409"/>
    <w:rsid w:val="000969D0"/>
    <w:rsid w:val="000C0F31"/>
    <w:rsid w:val="000C7BB8"/>
    <w:rsid w:val="000D1D03"/>
    <w:rsid w:val="000E1AF5"/>
    <w:rsid w:val="000F45C3"/>
    <w:rsid w:val="000F58B5"/>
    <w:rsid w:val="00101343"/>
    <w:rsid w:val="001038BD"/>
    <w:rsid w:val="001134F4"/>
    <w:rsid w:val="0013368C"/>
    <w:rsid w:val="00167574"/>
    <w:rsid w:val="0018167C"/>
    <w:rsid w:val="00186B32"/>
    <w:rsid w:val="001953F9"/>
    <w:rsid w:val="001A5F95"/>
    <w:rsid w:val="001B3994"/>
    <w:rsid w:val="001C39FA"/>
    <w:rsid w:val="001D6A26"/>
    <w:rsid w:val="00213FAD"/>
    <w:rsid w:val="00215A00"/>
    <w:rsid w:val="00285336"/>
    <w:rsid w:val="002879E3"/>
    <w:rsid w:val="00292EBF"/>
    <w:rsid w:val="002C351B"/>
    <w:rsid w:val="002D102E"/>
    <w:rsid w:val="002D3522"/>
    <w:rsid w:val="002F0634"/>
    <w:rsid w:val="002F58B0"/>
    <w:rsid w:val="00303F7F"/>
    <w:rsid w:val="00327BDF"/>
    <w:rsid w:val="00344156"/>
    <w:rsid w:val="00375BF8"/>
    <w:rsid w:val="003952EC"/>
    <w:rsid w:val="00395F68"/>
    <w:rsid w:val="003C39DF"/>
    <w:rsid w:val="003C4015"/>
    <w:rsid w:val="003D2B82"/>
    <w:rsid w:val="003D5D65"/>
    <w:rsid w:val="003E460B"/>
    <w:rsid w:val="003F1F0A"/>
    <w:rsid w:val="0040111F"/>
    <w:rsid w:val="00455334"/>
    <w:rsid w:val="00524ED9"/>
    <w:rsid w:val="00557CDE"/>
    <w:rsid w:val="00597375"/>
    <w:rsid w:val="005A5C93"/>
    <w:rsid w:val="005B0E7B"/>
    <w:rsid w:val="005C4E50"/>
    <w:rsid w:val="005E26C1"/>
    <w:rsid w:val="005E394B"/>
    <w:rsid w:val="005F0008"/>
    <w:rsid w:val="0060780F"/>
    <w:rsid w:val="00625A74"/>
    <w:rsid w:val="006379F1"/>
    <w:rsid w:val="00650628"/>
    <w:rsid w:val="00652961"/>
    <w:rsid w:val="00690B55"/>
    <w:rsid w:val="00690C99"/>
    <w:rsid w:val="00691050"/>
    <w:rsid w:val="006A427B"/>
    <w:rsid w:val="006A5727"/>
    <w:rsid w:val="006B15F4"/>
    <w:rsid w:val="006C7195"/>
    <w:rsid w:val="006E09C0"/>
    <w:rsid w:val="007215BA"/>
    <w:rsid w:val="007408B4"/>
    <w:rsid w:val="0074347D"/>
    <w:rsid w:val="00751F5F"/>
    <w:rsid w:val="00773ED8"/>
    <w:rsid w:val="007B4922"/>
    <w:rsid w:val="007B7129"/>
    <w:rsid w:val="007F1C0A"/>
    <w:rsid w:val="007F371F"/>
    <w:rsid w:val="007F4F14"/>
    <w:rsid w:val="008027F6"/>
    <w:rsid w:val="00826D22"/>
    <w:rsid w:val="00837AB1"/>
    <w:rsid w:val="0085182E"/>
    <w:rsid w:val="008B5009"/>
    <w:rsid w:val="008F5548"/>
    <w:rsid w:val="0091269B"/>
    <w:rsid w:val="00932C4B"/>
    <w:rsid w:val="00934A14"/>
    <w:rsid w:val="00947DDA"/>
    <w:rsid w:val="00953678"/>
    <w:rsid w:val="00953719"/>
    <w:rsid w:val="00965207"/>
    <w:rsid w:val="00972CBC"/>
    <w:rsid w:val="00990762"/>
    <w:rsid w:val="009A4CB9"/>
    <w:rsid w:val="009E006E"/>
    <w:rsid w:val="009F35ED"/>
    <w:rsid w:val="00A02440"/>
    <w:rsid w:val="00A1475F"/>
    <w:rsid w:val="00A61A0A"/>
    <w:rsid w:val="00A85A8D"/>
    <w:rsid w:val="00AC469F"/>
    <w:rsid w:val="00AD3130"/>
    <w:rsid w:val="00AE0616"/>
    <w:rsid w:val="00AF0EDE"/>
    <w:rsid w:val="00B1057B"/>
    <w:rsid w:val="00B543C5"/>
    <w:rsid w:val="00B54C2B"/>
    <w:rsid w:val="00B63672"/>
    <w:rsid w:val="00BA1AC6"/>
    <w:rsid w:val="00BA2F7B"/>
    <w:rsid w:val="00BB69F9"/>
    <w:rsid w:val="00BD6CA8"/>
    <w:rsid w:val="00BE7BE0"/>
    <w:rsid w:val="00BF0E31"/>
    <w:rsid w:val="00C258E5"/>
    <w:rsid w:val="00C344AA"/>
    <w:rsid w:val="00C34EB0"/>
    <w:rsid w:val="00C80C19"/>
    <w:rsid w:val="00CC5758"/>
    <w:rsid w:val="00CD6AAE"/>
    <w:rsid w:val="00D02CF0"/>
    <w:rsid w:val="00D06E75"/>
    <w:rsid w:val="00D0795B"/>
    <w:rsid w:val="00D13319"/>
    <w:rsid w:val="00D36748"/>
    <w:rsid w:val="00D5638E"/>
    <w:rsid w:val="00D737E4"/>
    <w:rsid w:val="00D95A3B"/>
    <w:rsid w:val="00DA36F7"/>
    <w:rsid w:val="00DC54BF"/>
    <w:rsid w:val="00DE0310"/>
    <w:rsid w:val="00DF07BA"/>
    <w:rsid w:val="00DF1BFD"/>
    <w:rsid w:val="00DF3191"/>
    <w:rsid w:val="00E00303"/>
    <w:rsid w:val="00E06D9B"/>
    <w:rsid w:val="00E166E4"/>
    <w:rsid w:val="00E23A29"/>
    <w:rsid w:val="00E45E6B"/>
    <w:rsid w:val="00E6186D"/>
    <w:rsid w:val="00E662F3"/>
    <w:rsid w:val="00E6679C"/>
    <w:rsid w:val="00E71E74"/>
    <w:rsid w:val="00E73655"/>
    <w:rsid w:val="00E80C70"/>
    <w:rsid w:val="00EA5AFA"/>
    <w:rsid w:val="00EB1950"/>
    <w:rsid w:val="00EB398B"/>
    <w:rsid w:val="00EC5AF9"/>
    <w:rsid w:val="00ED4BCC"/>
    <w:rsid w:val="00EE524E"/>
    <w:rsid w:val="00EE60C9"/>
    <w:rsid w:val="00F250CD"/>
    <w:rsid w:val="00F25773"/>
    <w:rsid w:val="00F81A0B"/>
    <w:rsid w:val="00F93DAF"/>
    <w:rsid w:val="00FB034C"/>
    <w:rsid w:val="00FD212F"/>
    <w:rsid w:val="00FD5932"/>
    <w:rsid w:val="00FD7D47"/>
    <w:rsid w:val="00FE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BF3E2"/>
  <w15:docId w15:val="{50EB56B7-A75C-43ED-BBFE-19A846474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9F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semiHidden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table" w:customStyle="1" w:styleId="1">
    <w:name w:val="Сетка таблицы1"/>
    <w:basedOn w:val="a1"/>
    <w:next w:val="a5"/>
    <w:rsid w:val="00EE60C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57F8A-1522-469D-AD12-402C7F435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925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Бабикова Юлия Николаевна</cp:lastModifiedBy>
  <cp:revision>124</cp:revision>
  <cp:lastPrinted>2021-03-25T12:43:00Z</cp:lastPrinted>
  <dcterms:created xsi:type="dcterms:W3CDTF">2016-06-14T07:05:00Z</dcterms:created>
  <dcterms:modified xsi:type="dcterms:W3CDTF">2023-05-10T06:09:00Z</dcterms:modified>
</cp:coreProperties>
</file>